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B8B" w:rsidRDefault="000B6B8B" w:rsidP="000B6B8B">
      <w:pPr>
        <w:jc w:val="center"/>
        <w:rPr>
          <w:rFonts w:ascii="Brush Script Std" w:hAnsi="Brush Script Std"/>
          <w:sz w:val="9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E82D8AD" wp14:editId="0CBF49C8">
                <wp:simplePos x="0" y="0"/>
                <wp:positionH relativeFrom="column">
                  <wp:posOffset>1905000</wp:posOffset>
                </wp:positionH>
                <wp:positionV relativeFrom="paragraph">
                  <wp:posOffset>701040</wp:posOffset>
                </wp:positionV>
                <wp:extent cx="5448300" cy="78676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3F0" w:rsidRPr="000B6B8B" w:rsidRDefault="001243F0">
                            <w:pPr>
                              <w:rPr>
                                <w:b/>
                              </w:rPr>
                            </w:pPr>
                            <w:r w:rsidRPr="000B6B8B">
                              <w:rPr>
                                <w:b/>
                              </w:rPr>
                              <w:t>You are you own hero</w:t>
                            </w:r>
                            <w:r w:rsidR="000B6B8B" w:rsidRPr="000B6B8B">
                              <w:rPr>
                                <w:b/>
                              </w:rPr>
                              <w:t xml:space="preserve">.  </w:t>
                            </w:r>
                            <w:r w:rsidRPr="000B6B8B">
                              <w:rPr>
                                <w:b/>
                              </w:rPr>
                              <w:t>What would your logo be?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2D8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0pt;margin-top:55.2pt;width:429pt;height:61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" filled="f" stroked="f">
                <v:textbox>
                  <w:txbxContent>
                    <w:p w:rsidR="001243F0" w:rsidRPr="000B6B8B" w:rsidRDefault="001243F0">
                      <w:pPr>
                        <w:rPr>
                          <w:b/>
                        </w:rPr>
                      </w:pPr>
                      <w:r w:rsidRPr="000B6B8B">
                        <w:rPr>
                          <w:b/>
                        </w:rPr>
                        <w:t>You are you own hero</w:t>
                      </w:r>
                      <w:r w:rsidR="000B6B8B" w:rsidRPr="000B6B8B">
                        <w:rPr>
                          <w:b/>
                        </w:rPr>
                        <w:t xml:space="preserve">.  </w:t>
                      </w:r>
                      <w:r w:rsidRPr="000B6B8B">
                        <w:rPr>
                          <w:b/>
                        </w:rPr>
                        <w:t>What would your logo be?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6662BD3" wp14:editId="58AC1DDC">
            <wp:simplePos x="0" y="0"/>
            <wp:positionH relativeFrom="column">
              <wp:posOffset>5930265</wp:posOffset>
            </wp:positionH>
            <wp:positionV relativeFrom="paragraph">
              <wp:posOffset>-38100</wp:posOffset>
            </wp:positionV>
            <wp:extent cx="1076325" cy="1076325"/>
            <wp:effectExtent l="0" t="0" r="9525" b="9525"/>
            <wp:wrapNone/>
            <wp:docPr id="12" name="Picture 12" descr="http://www.polyvore.com/cgi/img-thing?.out=jpg&amp;size=l&amp;tid=61086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olyvore.com/cgi/img-thing?.out=jpg&amp;size=l&amp;tid=610861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3F0">
        <w:rPr>
          <w:noProof/>
        </w:rPr>
        <w:drawing>
          <wp:anchor distT="0" distB="0" distL="114300" distR="114300" simplePos="0" relativeHeight="251671552" behindDoc="1" locked="0" layoutInCell="1" allowOverlap="1" wp14:anchorId="5E026EEA" wp14:editId="1E65F9BA">
            <wp:simplePos x="0" y="0"/>
            <wp:positionH relativeFrom="column">
              <wp:posOffset>-75536</wp:posOffset>
            </wp:positionH>
            <wp:positionV relativeFrom="paragraph">
              <wp:posOffset>-35781</wp:posOffset>
            </wp:positionV>
            <wp:extent cx="984058" cy="739471"/>
            <wp:effectExtent l="0" t="0" r="6985" b="3810"/>
            <wp:wrapNone/>
            <wp:docPr id="11" name="Picture 11" descr="http://t2.gstatic.com/images?q=tbn:ANd9GcTM6cfib7sc9WbV33I97-OgNpWRXRJjLqSN3Elxh35MPlQrq0-RWQ:www.ranklogos.com/wp-content/uploads/2014/09/Superman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TM6cfib7sc9WbV33I97-OgNpWRXRJjLqSN3Elxh35MPlQrq0-RWQ:www.ranklogos.com/wp-content/uploads/2014/09/Superman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712" cy="75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0E0" w:rsidRPr="00CB1F46">
        <w:rPr>
          <w:rFonts w:ascii="Brush Script Std" w:hAnsi="Brush Script Std"/>
          <w:sz w:val="96"/>
        </w:rPr>
        <w:t>Design Brief</w:t>
      </w:r>
    </w:p>
    <w:p w:rsidR="000B6B8B" w:rsidRPr="000B6B8B" w:rsidRDefault="000B6B8B" w:rsidP="000B6B8B">
      <w:pPr>
        <w:rPr>
          <w:rFonts w:ascii="Brush Script Std" w:hAnsi="Brush Script Std"/>
          <w:sz w:val="52"/>
        </w:rPr>
      </w:pPr>
    </w:p>
    <w:p w:rsidR="00CB1F46" w:rsidRDefault="000B6B8B" w:rsidP="00CB1F46">
      <w:pPr>
        <w:pStyle w:val="ListParagraph"/>
        <w:numPr>
          <w:ilvl w:val="0"/>
          <w:numId w:val="2"/>
        </w:numPr>
        <w:spacing w:line="1080" w:lineRule="auto"/>
      </w:pPr>
      <w:r>
        <w:t xml:space="preserve">What are </w:t>
      </w:r>
      <w:r w:rsidR="00B87E48">
        <w:t>five</w:t>
      </w:r>
      <w:r>
        <w:t xml:space="preserve"> words that best describe you?</w:t>
      </w:r>
    </w:p>
    <w:p w:rsidR="00CB1F46" w:rsidRDefault="000B6B8B" w:rsidP="00CB1F46">
      <w:pPr>
        <w:pStyle w:val="ListParagraph"/>
        <w:numPr>
          <w:ilvl w:val="0"/>
          <w:numId w:val="2"/>
        </w:numPr>
        <w:spacing w:line="1080" w:lineRule="auto"/>
      </w:pPr>
      <w:r>
        <w:t>If you were a hero, what would your power be?  What would you do?</w:t>
      </w:r>
    </w:p>
    <w:p w:rsidR="006D20E0" w:rsidRDefault="00CB1F46" w:rsidP="00CB1F46">
      <w:pPr>
        <w:pStyle w:val="ListParagraph"/>
        <w:numPr>
          <w:ilvl w:val="0"/>
          <w:numId w:val="2"/>
        </w:numPr>
        <w:spacing w:line="108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0B4DD1" wp14:editId="60B51E3F">
            <wp:simplePos x="0" y="0"/>
            <wp:positionH relativeFrom="margin">
              <wp:align>center</wp:align>
            </wp:positionH>
            <wp:positionV relativeFrom="paragraph">
              <wp:posOffset>401955</wp:posOffset>
            </wp:positionV>
            <wp:extent cx="5829242" cy="5446395"/>
            <wp:effectExtent l="0" t="0" r="63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9" t="16922" r="16827" b="7949"/>
                    <a:stretch/>
                  </pic:blipFill>
                  <pic:spPr bwMode="auto">
                    <a:xfrm>
                      <a:off x="0" y="0"/>
                      <a:ext cx="5829242" cy="544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0E0">
        <w:t>Choose 3 logo types you enjoy</w:t>
      </w:r>
    </w:p>
    <w:p w:rsidR="00CB1F46" w:rsidRDefault="00CB1F46" w:rsidP="00CB1F46">
      <w:pPr>
        <w:pStyle w:val="ListParagraph"/>
      </w:pPr>
    </w:p>
    <w:p w:rsidR="00CB1F46" w:rsidRDefault="00CB1F46" w:rsidP="00CB1F46"/>
    <w:p w:rsidR="00CB1F46" w:rsidRDefault="00CB1F46" w:rsidP="00CB1F46"/>
    <w:p w:rsidR="00CB1F46" w:rsidRDefault="000B6B8B" w:rsidP="00CB1F4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573F3" wp14:editId="121DF637">
                <wp:simplePos x="0" y="0"/>
                <wp:positionH relativeFrom="column">
                  <wp:posOffset>864085</wp:posOffset>
                </wp:positionH>
                <wp:positionV relativeFrom="paragraph">
                  <wp:posOffset>60754</wp:posOffset>
                </wp:positionV>
                <wp:extent cx="90714" cy="95250"/>
                <wp:effectExtent l="0" t="0" r="2413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14" cy="95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9EE47" id="Rectangle 13" o:spid="_x0000_s1026" style="position:absolute;margin-left:68.05pt;margin-top:4.8pt;width:7.1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" fillcolor="white [3201]" strokecolor="black [3213]" strokeweight="1pt"/>
            </w:pict>
          </mc:Fallback>
        </mc:AlternateContent>
      </w:r>
    </w:p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CB1F46" w:rsidRDefault="00CB1F46" w:rsidP="00CB1F46"/>
    <w:p w:rsidR="000B6B8B" w:rsidRDefault="000B6B8B" w:rsidP="000B6B8B">
      <w:pPr>
        <w:pStyle w:val="ListParagraph"/>
      </w:pPr>
    </w:p>
    <w:p w:rsidR="000B6B8B" w:rsidRDefault="000B6B8B" w:rsidP="000B6B8B">
      <w:pPr>
        <w:pStyle w:val="ListParagraph"/>
      </w:pPr>
    </w:p>
    <w:p w:rsidR="006D20E0" w:rsidRDefault="006D20E0" w:rsidP="00CB1F46">
      <w:pPr>
        <w:pStyle w:val="ListParagraph"/>
        <w:numPr>
          <w:ilvl w:val="0"/>
          <w:numId w:val="2"/>
        </w:numPr>
      </w:pPr>
      <w:r>
        <w:lastRenderedPageBreak/>
        <w:t>What values should your logo communicate?</w:t>
      </w:r>
      <w:r w:rsidR="00CB1F46">
        <w:t xml:space="preserve"> Place an X on the line where your logo would fall</w:t>
      </w:r>
    </w:p>
    <w:p w:rsidR="00C36942" w:rsidRDefault="00C36942" w:rsidP="00C36942">
      <w:pPr>
        <w:pStyle w:val="ListParagraph"/>
      </w:pPr>
    </w:p>
    <w:p w:rsidR="002B0BB5" w:rsidRDefault="002B0BB5" w:rsidP="002B0BB5">
      <w:pPr>
        <w:pStyle w:val="ListParagraph"/>
      </w:pPr>
    </w:p>
    <w:p w:rsidR="006D20E0" w:rsidRDefault="00CB1F46" w:rsidP="008D62C8">
      <w:pPr>
        <w:spacing w:line="36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8A7C4" wp14:editId="7928D3C8">
                <wp:simplePos x="0" y="0"/>
                <wp:positionH relativeFrom="column">
                  <wp:posOffset>838200</wp:posOffset>
                </wp:positionH>
                <wp:positionV relativeFrom="paragraph">
                  <wp:posOffset>102235</wp:posOffset>
                </wp:positionV>
                <wp:extent cx="4572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2D82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05pt" to="426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6D20E0">
        <w:t>Feminine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20E0">
        <w:t>Masculine</w:t>
      </w:r>
    </w:p>
    <w:p w:rsidR="006D20E0" w:rsidRDefault="00CB1F46" w:rsidP="00CB1F46">
      <w:pPr>
        <w:spacing w:line="360" w:lineRule="auto"/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187BC" wp14:editId="08D0F651">
                <wp:simplePos x="0" y="0"/>
                <wp:positionH relativeFrom="column">
                  <wp:posOffset>838200</wp:posOffset>
                </wp:positionH>
                <wp:positionV relativeFrom="paragraph">
                  <wp:posOffset>103505</wp:posOffset>
                </wp:positionV>
                <wp:extent cx="4572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7F108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5pt" to="42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Young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20E0">
        <w:t>Mature</w:t>
      </w:r>
    </w:p>
    <w:p w:rsidR="006D20E0" w:rsidRDefault="008D62C8" w:rsidP="00CB1F46">
      <w:pPr>
        <w:spacing w:line="360" w:lineRule="auto"/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37956" wp14:editId="24E2B0A9">
                <wp:simplePos x="0" y="0"/>
                <wp:positionH relativeFrom="column">
                  <wp:posOffset>838200</wp:posOffset>
                </wp:positionH>
                <wp:positionV relativeFrom="paragraph">
                  <wp:posOffset>111760</wp:posOffset>
                </wp:positionV>
                <wp:extent cx="4572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B85EC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8pt" to="42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Luxury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  <w:t>Economical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A003C2" wp14:editId="40BD0471">
                <wp:simplePos x="0" y="0"/>
                <wp:positionH relativeFrom="column">
                  <wp:posOffset>838200</wp:posOffset>
                </wp:positionH>
                <wp:positionV relativeFrom="paragraph">
                  <wp:posOffset>95885</wp:posOffset>
                </wp:positionV>
                <wp:extent cx="4572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CF378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7.55pt" to="426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Modern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Classic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0F1A93" wp14:editId="6C7B5C61">
                <wp:simplePos x="0" y="0"/>
                <wp:positionH relativeFrom="column">
                  <wp:posOffset>838200</wp:posOffset>
                </wp:positionH>
                <wp:positionV relativeFrom="paragraph">
                  <wp:posOffset>102870</wp:posOffset>
                </wp:positionV>
                <wp:extent cx="45720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9A6AA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1pt" to="42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Playful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Serious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7A081" wp14:editId="0FA53348">
                <wp:simplePos x="0" y="0"/>
                <wp:positionH relativeFrom="column">
                  <wp:posOffset>838200</wp:posOffset>
                </wp:positionH>
                <wp:positionV relativeFrom="paragraph">
                  <wp:posOffset>111125</wp:posOffset>
                </wp:positionV>
                <wp:extent cx="45720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2517B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8.75pt" to="42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Loud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Quiet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25BAE7" wp14:editId="7F801298">
                <wp:simplePos x="0" y="0"/>
                <wp:positionH relativeFrom="column">
                  <wp:posOffset>819150</wp:posOffset>
                </wp:positionH>
                <wp:positionV relativeFrom="paragraph">
                  <wp:posOffset>87630</wp:posOffset>
                </wp:positionV>
                <wp:extent cx="45720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9817A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6.9pt" to="424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Simple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Complex</w:t>
      </w:r>
    </w:p>
    <w:p w:rsidR="006D20E0" w:rsidRDefault="008D62C8" w:rsidP="00CB1F46">
      <w:pPr>
        <w:spacing w:line="360" w:lineRule="auto"/>
        <w:ind w:firstLine="360"/>
      </w:pPr>
      <w:r w:rsidRPr="008D62C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55250F" wp14:editId="687B63A0">
                <wp:simplePos x="0" y="0"/>
                <wp:positionH relativeFrom="column">
                  <wp:posOffset>819150</wp:posOffset>
                </wp:positionH>
                <wp:positionV relativeFrom="paragraph">
                  <wp:posOffset>95250</wp:posOffset>
                </wp:positionV>
                <wp:extent cx="45720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6B1A4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7.5pt" to="424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D20E0">
        <w:t xml:space="preserve">Subtle </w:t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CB1F46">
        <w:tab/>
      </w:r>
      <w:r w:rsidR="006D20E0">
        <w:t>Obvious</w:t>
      </w:r>
    </w:p>
    <w:p w:rsidR="006D20E0" w:rsidRPr="008D62C8" w:rsidRDefault="006D20E0">
      <w:pPr>
        <w:rPr>
          <w:rFonts w:cstheme="minorHAnsi"/>
        </w:rPr>
      </w:pPr>
    </w:p>
    <w:p w:rsidR="006D20E0" w:rsidRDefault="00C36942" w:rsidP="002B0BB5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What colors would you like to include into your design</w:t>
      </w:r>
      <w:r w:rsidR="006D20E0" w:rsidRPr="002B0BB5">
        <w:rPr>
          <w:rFonts w:cstheme="minorHAnsi"/>
        </w:rPr>
        <w:t>?</w:t>
      </w:r>
    </w:p>
    <w:p w:rsidR="005515C2" w:rsidRDefault="005515C2" w:rsidP="005515C2">
      <w:pPr>
        <w:rPr>
          <w:rFonts w:cstheme="minorHAnsi"/>
        </w:rPr>
      </w:pPr>
    </w:p>
    <w:p w:rsidR="005515C2" w:rsidRDefault="005515C2" w:rsidP="005515C2">
      <w:pPr>
        <w:rPr>
          <w:rFonts w:cstheme="minorHAnsi"/>
        </w:rPr>
      </w:pPr>
    </w:p>
    <w:p w:rsidR="00C36942" w:rsidRDefault="00C36942" w:rsidP="005515C2">
      <w:pPr>
        <w:rPr>
          <w:rFonts w:cstheme="minorHAnsi"/>
        </w:rPr>
      </w:pPr>
    </w:p>
    <w:p w:rsidR="005515C2" w:rsidRPr="005515C2" w:rsidRDefault="005515C2" w:rsidP="005515C2">
      <w:pPr>
        <w:rPr>
          <w:rFonts w:cstheme="minorHAnsi"/>
        </w:rPr>
      </w:pPr>
    </w:p>
    <w:p w:rsidR="006D20E0" w:rsidRPr="006D20E0" w:rsidRDefault="006D20E0" w:rsidP="002B0BB5">
      <w:pPr>
        <w:spacing w:before="240"/>
        <w:ind w:left="720"/>
        <w:rPr>
          <w:rFonts w:eastAsia="Times New Roman" w:cstheme="minorHAnsi"/>
          <w:i/>
        </w:rPr>
      </w:pPr>
      <w:r w:rsidRPr="00C36942">
        <w:rPr>
          <w:rFonts w:eastAsia="Times New Roman" w:cstheme="minorHAnsi"/>
          <w:b/>
          <w:bCs/>
          <w:i/>
          <w:shd w:val="clear" w:color="auto" w:fill="F4F4F6"/>
        </w:rPr>
        <w:t>Common associations</w:t>
      </w:r>
      <w:r w:rsidR="008D62C8" w:rsidRPr="00C36942">
        <w:rPr>
          <w:rFonts w:eastAsia="Times New Roman" w:cstheme="minorHAnsi"/>
          <w:b/>
          <w:bCs/>
          <w:i/>
          <w:shd w:val="clear" w:color="auto" w:fill="F4F4F6"/>
        </w:rPr>
        <w:t xml:space="preserve"> of colors</w:t>
      </w:r>
      <w:r w:rsidRPr="00C36942">
        <w:rPr>
          <w:rFonts w:eastAsia="Times New Roman" w:cstheme="minorHAnsi"/>
          <w:b/>
          <w:bCs/>
          <w:i/>
          <w:shd w:val="clear" w:color="auto" w:fill="F4F4F6"/>
        </w:rPr>
        <w:t xml:space="preserve"> in Western culture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240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Red: Passion, Anger, Vigor, Love, Danger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Yellow: Knowledge, Energy, Joy, Intellect, Youth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Green: Fertility, Wealth, Healing, Success, Growth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White: Purity, Healing, Perfection, Clean, Virtue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Blue: Knowledge, Trust, Tranquility, Calm, Peace, Cool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Black: Fear, Secrecy, Formal, Luxury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Purple: Royalty, Wisdom, Spirituality, Imagination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Orange: Creativity, Invigoration, Unique, Stimulation</w:t>
      </w:r>
    </w:p>
    <w:p w:rsidR="006D20E0" w:rsidRPr="006D20E0" w:rsidRDefault="006D20E0" w:rsidP="002B0BB5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theme="minorHAnsi"/>
        </w:rPr>
      </w:pPr>
      <w:r w:rsidRPr="006D20E0">
        <w:rPr>
          <w:rFonts w:eastAsia="Times New Roman" w:cstheme="minorHAnsi"/>
        </w:rPr>
        <w:t>Gray: Balance, Sophistication, Neutrality, Uncommitted</w:t>
      </w:r>
    </w:p>
    <w:p w:rsidR="00965C3C" w:rsidRDefault="005515C2" w:rsidP="00965C3C">
      <w:pPr>
        <w:pStyle w:val="ListParagraph"/>
        <w:numPr>
          <w:ilvl w:val="0"/>
          <w:numId w:val="2"/>
        </w:numPr>
      </w:pPr>
      <w:r>
        <w:t xml:space="preserve">Find </w:t>
      </w:r>
      <w:r w:rsidR="00B87E48">
        <w:t xml:space="preserve">10 images of logos that you like or inspire you.  Please insert the 10 images </w:t>
      </w:r>
      <w:r w:rsidR="00225AB4">
        <w:t>into a word document print it out and staple it to this paper.</w:t>
      </w:r>
      <w:bookmarkStart w:id="0" w:name="_GoBack"/>
      <w:bookmarkEnd w:id="0"/>
    </w:p>
    <w:p w:rsidR="00965C3C" w:rsidRDefault="00965C3C" w:rsidP="00965C3C"/>
    <w:p w:rsidR="00965C3C" w:rsidRDefault="00965C3C" w:rsidP="00965C3C"/>
    <w:p w:rsidR="007028FE" w:rsidRDefault="007028FE" w:rsidP="005515C2">
      <w:pPr>
        <w:pStyle w:val="ListParagraph"/>
        <w:numPr>
          <w:ilvl w:val="0"/>
          <w:numId w:val="2"/>
        </w:numPr>
      </w:pPr>
      <w:r>
        <w:t>Sketch it out by hand…</w:t>
      </w:r>
    </w:p>
    <w:p w:rsidR="00B87E48" w:rsidRDefault="00B87E48" w:rsidP="007028FE">
      <w:pPr>
        <w:pStyle w:val="ListParagraph"/>
        <w:numPr>
          <w:ilvl w:val="1"/>
          <w:numId w:val="2"/>
        </w:numPr>
      </w:pPr>
      <w:r>
        <w:t>On separate paper Sketch out 4 different logos that would be your super hero brand.</w:t>
      </w:r>
    </w:p>
    <w:p w:rsidR="007028FE" w:rsidRDefault="007028FE" w:rsidP="007028FE">
      <w:pPr>
        <w:pStyle w:val="ListParagraph"/>
        <w:numPr>
          <w:ilvl w:val="1"/>
          <w:numId w:val="2"/>
        </w:numPr>
      </w:pPr>
      <w:r>
        <w:t>Choose your favorite of the 4 logos and elaborate that design by making 2 new versions of it</w:t>
      </w:r>
    </w:p>
    <w:p w:rsidR="00225AB4" w:rsidRDefault="00225AB4" w:rsidP="00225AB4">
      <w:pPr>
        <w:pStyle w:val="ListParagraph"/>
        <w:ind w:left="1440"/>
      </w:pPr>
    </w:p>
    <w:p w:rsidR="007028FE" w:rsidRDefault="007028FE" w:rsidP="007028FE">
      <w:pPr>
        <w:pStyle w:val="ListParagraph"/>
        <w:numPr>
          <w:ilvl w:val="0"/>
          <w:numId w:val="2"/>
        </w:numPr>
      </w:pPr>
      <w:r>
        <w:t>Scan in your best of the 3 similar logos or trace it with the Wacom tablet.</w:t>
      </w:r>
    </w:p>
    <w:p w:rsidR="007028FE" w:rsidRDefault="007028FE" w:rsidP="007028FE">
      <w:pPr>
        <w:pStyle w:val="ListParagraph"/>
        <w:numPr>
          <w:ilvl w:val="1"/>
          <w:numId w:val="2"/>
        </w:numPr>
      </w:pPr>
      <w:r>
        <w:t>Using Adobe Illustrator, turn your design into a vector</w:t>
      </w:r>
    </w:p>
    <w:p w:rsidR="007028FE" w:rsidRDefault="007028FE" w:rsidP="007028FE">
      <w:pPr>
        <w:pStyle w:val="ListParagraph"/>
        <w:numPr>
          <w:ilvl w:val="1"/>
          <w:numId w:val="2"/>
        </w:numPr>
      </w:pPr>
      <w:r>
        <w:t>Make one version in color and one version in black and white</w:t>
      </w:r>
    </w:p>
    <w:p w:rsidR="007028FE" w:rsidRDefault="007028FE" w:rsidP="007028FE">
      <w:pPr>
        <w:pStyle w:val="ListParagraph"/>
        <w:numPr>
          <w:ilvl w:val="1"/>
          <w:numId w:val="2"/>
        </w:numPr>
      </w:pPr>
      <w:r>
        <w:t>Be prepared for a critique</w:t>
      </w:r>
    </w:p>
    <w:p w:rsidR="005515C2" w:rsidRDefault="005515C2" w:rsidP="005515C2"/>
    <w:p w:rsidR="005515C2" w:rsidRDefault="005515C2" w:rsidP="005515C2"/>
    <w:p w:rsidR="006D20E0" w:rsidRDefault="006D20E0"/>
    <w:sectPr w:rsidR="006D20E0" w:rsidSect="00CB1F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3EF1"/>
    <w:multiLevelType w:val="multilevel"/>
    <w:tmpl w:val="ACA8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D4574"/>
    <w:multiLevelType w:val="hybridMultilevel"/>
    <w:tmpl w:val="6F00F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757CB"/>
    <w:multiLevelType w:val="hybridMultilevel"/>
    <w:tmpl w:val="7DB06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E0"/>
    <w:rsid w:val="000B6B8B"/>
    <w:rsid w:val="001243F0"/>
    <w:rsid w:val="00225AB4"/>
    <w:rsid w:val="002B0BB5"/>
    <w:rsid w:val="003C4034"/>
    <w:rsid w:val="003E3683"/>
    <w:rsid w:val="00545322"/>
    <w:rsid w:val="005515C2"/>
    <w:rsid w:val="00571DA9"/>
    <w:rsid w:val="006D20E0"/>
    <w:rsid w:val="007028FE"/>
    <w:rsid w:val="008D62C8"/>
    <w:rsid w:val="00965C3C"/>
    <w:rsid w:val="00B87E48"/>
    <w:rsid w:val="00C16156"/>
    <w:rsid w:val="00C36942"/>
    <w:rsid w:val="00C97849"/>
    <w:rsid w:val="00CB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15F7E9-DC88-47C4-BF20-3DC6941D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A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akely\AppData\Roaming\Microsoft\Templates\LiveContent\15\Managed\Word%20Document%20Bibliography%20Styles\TC102786999%5b%5bfn=Single%20spaced%20(blank)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C6220-EEB0-4B50-8DB3-1EE7BC74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 (blank)]]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Blakely, Caitlin</dc:creator>
  <cp:keywords/>
  <dc:description/>
  <cp:lastModifiedBy>Blakely, Caitlin</cp:lastModifiedBy>
  <cp:revision>2</cp:revision>
  <cp:lastPrinted>2015-02-09T14:43:00Z</cp:lastPrinted>
  <dcterms:created xsi:type="dcterms:W3CDTF">2015-02-09T14:44:00Z</dcterms:created>
  <dcterms:modified xsi:type="dcterms:W3CDTF">2015-02-09T14:44:00Z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